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804E2" w14:textId="77777777" w:rsidR="00B11DBC" w:rsidRPr="00FD233B" w:rsidRDefault="00B11DBC" w:rsidP="00793D0D">
      <w:pPr>
        <w:pStyle w:val="Titre1"/>
        <w:jc w:val="center"/>
        <w:rPr>
          <w:rFonts w:eastAsia="Andale Sans UI"/>
        </w:rPr>
      </w:pPr>
      <w:bookmarkStart w:id="0" w:name="_Toc508959064"/>
      <w:r w:rsidRPr="00FD233B">
        <w:rPr>
          <w:rFonts w:eastAsia="Andale Sans UI"/>
        </w:rPr>
        <w:t>ATTESTATION DE VISITE</w:t>
      </w:r>
      <w:bookmarkEnd w:id="0"/>
    </w:p>
    <w:p w14:paraId="6EF213F9" w14:textId="2658ACB5" w:rsidR="001315F3" w:rsidRDefault="00B11DBC" w:rsidP="00943FF4">
      <w:pPr>
        <w:jc w:val="center"/>
        <w:rPr>
          <w:b/>
        </w:rPr>
      </w:pPr>
      <w:r w:rsidRPr="00D301BE">
        <w:rPr>
          <w:b/>
        </w:rPr>
        <w:t>(Document à joindre impérativement à l’offre)</w:t>
      </w:r>
    </w:p>
    <w:p w14:paraId="4D1AA6D3" w14:textId="77777777" w:rsidR="00943FF4" w:rsidRPr="00943FF4" w:rsidRDefault="00943FF4" w:rsidP="00943FF4">
      <w:pPr>
        <w:jc w:val="center"/>
        <w:rPr>
          <w:b/>
        </w:rPr>
      </w:pPr>
    </w:p>
    <w:p w14:paraId="6A6BE5C8" w14:textId="44936FEF" w:rsidR="00765B2A" w:rsidRPr="00E547E7" w:rsidRDefault="00765B2A" w:rsidP="00AA6B66">
      <w:r w:rsidRPr="001F4F30">
        <w:t>Le représentant du bureau de la politique et des opérations immobilières (BPOI) de la DSAF, soussigné(e)</w:t>
      </w:r>
    </w:p>
    <w:p w14:paraId="5A69344F" w14:textId="77777777" w:rsidR="00E547E7" w:rsidRDefault="00E547E7" w:rsidP="00AA6B66"/>
    <w:p w14:paraId="19498034" w14:textId="59CC13F5" w:rsidR="00B11DBC" w:rsidRPr="003932B9" w:rsidRDefault="00AA1556" w:rsidP="00AA6B66">
      <w:pPr>
        <w:rPr>
          <w:sz w:val="20"/>
        </w:rPr>
      </w:pPr>
      <w:r w:rsidRPr="003932B9">
        <w:t xml:space="preserve">M. / Mme. </w:t>
      </w:r>
      <w:r w:rsidR="001C4479">
        <w:t>……………………………</w:t>
      </w:r>
      <w:r w:rsidR="004F32A6" w:rsidRPr="001C4479">
        <w:t>…</w:t>
      </w:r>
      <w:r w:rsidR="00FD401E" w:rsidRPr="001C4479">
        <w:t>…………………………………………………………………………………………………....</w:t>
      </w:r>
    </w:p>
    <w:p w14:paraId="33C8130C" w14:textId="77777777" w:rsidR="00B11DBC" w:rsidRPr="00D41943" w:rsidRDefault="00B11DBC" w:rsidP="00AA6B66"/>
    <w:p w14:paraId="1D8F8A21" w14:textId="3EAE1755" w:rsidR="004F32A6" w:rsidRPr="001C4479" w:rsidRDefault="00B11DBC" w:rsidP="00AA6B66">
      <w:r w:rsidRPr="001C4479">
        <w:t>Atteste que</w:t>
      </w:r>
      <w:r w:rsidR="001C4479" w:rsidRPr="001C4479">
        <w:t> :</w:t>
      </w:r>
    </w:p>
    <w:p w14:paraId="26B2D481" w14:textId="77777777" w:rsidR="00C96070" w:rsidRPr="00D41943" w:rsidRDefault="00C96070" w:rsidP="00AA6B66"/>
    <w:p w14:paraId="358F1B67" w14:textId="27B33B8F" w:rsidR="004F32A6" w:rsidRPr="003932B9" w:rsidRDefault="004F32A6" w:rsidP="00AA6B66">
      <w:r w:rsidRPr="003932B9">
        <w:t xml:space="preserve">M. </w:t>
      </w:r>
      <w:r w:rsidR="00FD401E">
        <w:t xml:space="preserve">/ </w:t>
      </w:r>
      <w:r w:rsidR="00D41943">
        <w:t xml:space="preserve">Mme. </w:t>
      </w:r>
      <w:r w:rsidRPr="001C4479">
        <w:t>…………………………………………</w:t>
      </w:r>
      <w:r w:rsidR="001C4479">
        <w:t>………………………………</w:t>
      </w:r>
      <w:r w:rsidR="00FD401E" w:rsidRPr="001C4479">
        <w:t>………………………………………………………...</w:t>
      </w:r>
      <w:r w:rsidR="00D41943" w:rsidRPr="001C4479">
        <w:t>..</w:t>
      </w:r>
    </w:p>
    <w:p w14:paraId="4E1AFD48" w14:textId="77777777" w:rsidR="004F32A6" w:rsidRPr="00D41943" w:rsidRDefault="004F32A6" w:rsidP="00AA6B66"/>
    <w:p w14:paraId="7C739C34" w14:textId="709B4D2C" w:rsidR="00B11DBC" w:rsidRPr="003932B9" w:rsidRDefault="004F32A6" w:rsidP="00AA6B66">
      <w:proofErr w:type="gramStart"/>
      <w:r w:rsidRPr="003932B9">
        <w:t>pour</w:t>
      </w:r>
      <w:proofErr w:type="gramEnd"/>
      <w:r w:rsidRPr="003932B9">
        <w:t xml:space="preserve"> </w:t>
      </w:r>
      <w:r w:rsidR="00B11DBC" w:rsidRPr="003932B9">
        <w:t xml:space="preserve">la société : </w:t>
      </w:r>
      <w:r w:rsidR="00B11DBC" w:rsidRPr="001C4479">
        <w:t>……………………………………………………………………………</w:t>
      </w:r>
      <w:r w:rsidRPr="001C4479">
        <w:t>…</w:t>
      </w:r>
      <w:r w:rsidR="001C4479">
        <w:t>……………………………………………</w:t>
      </w:r>
    </w:p>
    <w:p w14:paraId="7A3C6A0D" w14:textId="77777777" w:rsidR="00B11DBC" w:rsidRPr="00D41943" w:rsidRDefault="00B11DBC" w:rsidP="00AA6B66"/>
    <w:p w14:paraId="7ABD7BF7" w14:textId="2740E3D4" w:rsidR="00B11DBC" w:rsidRPr="003932B9" w:rsidRDefault="003A73BC" w:rsidP="00AA6B66">
      <w:proofErr w:type="gramStart"/>
      <w:r>
        <w:t>domiciliée</w:t>
      </w:r>
      <w:proofErr w:type="gramEnd"/>
      <w:r>
        <w:t> :</w:t>
      </w:r>
      <w:r w:rsidR="00B11DBC" w:rsidRPr="003932B9">
        <w:t xml:space="preserve"> </w:t>
      </w:r>
      <w:r w:rsidR="001C4479">
        <w:t>………………………………</w:t>
      </w:r>
      <w:r w:rsidR="00B11DBC" w:rsidRPr="001C4479">
        <w:t>……………………………………………</w:t>
      </w:r>
      <w:r w:rsidR="00D41943" w:rsidRPr="001C4479">
        <w:t>……………………………………………………….</w:t>
      </w:r>
    </w:p>
    <w:p w14:paraId="161F01C9" w14:textId="77777777" w:rsidR="00FD401E" w:rsidRPr="00D41943" w:rsidRDefault="00FD401E" w:rsidP="00AA6B66"/>
    <w:p w14:paraId="5EDF690D" w14:textId="23C8920E" w:rsidR="003932B9" w:rsidRPr="00F90EE8" w:rsidRDefault="00B11DBC" w:rsidP="00AA6B66">
      <w:pPr>
        <w:rPr>
          <w:b/>
        </w:rPr>
      </w:pPr>
      <w:proofErr w:type="gramStart"/>
      <w:r w:rsidRPr="00F90EE8">
        <w:t>a</w:t>
      </w:r>
      <w:proofErr w:type="gramEnd"/>
      <w:r w:rsidRPr="00F90EE8">
        <w:t xml:space="preserve"> effectué la visite organisée dans</w:t>
      </w:r>
      <w:r w:rsidR="00C96070" w:rsidRPr="00F90EE8">
        <w:t xml:space="preserve"> le cadre de la consultation n°</w:t>
      </w:r>
      <w:r w:rsidR="001F4F30">
        <w:rPr>
          <w:b/>
        </w:rPr>
        <w:t>19_BAM_213</w:t>
      </w:r>
      <w:r w:rsidR="00D301BE">
        <w:rPr>
          <w:b/>
        </w:rPr>
        <w:t xml:space="preserve"> </w:t>
      </w:r>
      <w:r w:rsidRPr="00F90EE8">
        <w:t xml:space="preserve">relative </w:t>
      </w:r>
      <w:r w:rsidR="00E547E7" w:rsidRPr="00F90EE8">
        <w:t>aux</w:t>
      </w:r>
      <w:r w:rsidR="00283AA4" w:rsidRPr="00F90EE8">
        <w:t xml:space="preserve"> </w:t>
      </w:r>
      <w:r w:rsidR="00616EBA" w:rsidRPr="00F90EE8">
        <w:br/>
      </w:r>
      <w:r w:rsidR="004F32A6" w:rsidRPr="00F90EE8">
        <w:t>« </w:t>
      </w:r>
      <w:r w:rsidR="001F4F30" w:rsidRPr="00943FF4">
        <w:rPr>
          <w:b/>
          <w:bCs/>
        </w:rPr>
        <w:t>Travaux de restauration et aménagement de l’aile sur rue, de la cour d’honneur, des cours anglaises, du perron et de la terrasse du jardin de l’Hôtel de Cassini, situé au 32 rue de Babylone à Paris</w:t>
      </w:r>
      <w:r w:rsidR="00D301BE">
        <w:t xml:space="preserve"> </w:t>
      </w:r>
      <w:r w:rsidRPr="00F90EE8">
        <w:t>»</w:t>
      </w:r>
      <w:r w:rsidR="001C4479" w:rsidRPr="00F90EE8">
        <w:t>,</w:t>
      </w:r>
    </w:p>
    <w:p w14:paraId="0EF3AB86" w14:textId="77777777" w:rsidR="007B5D79" w:rsidRPr="00F90EE8" w:rsidRDefault="007B5D79" w:rsidP="00AA6B66"/>
    <w:p w14:paraId="662EF931" w14:textId="1D689D87" w:rsidR="003932B9" w:rsidRPr="00F90EE8" w:rsidRDefault="003932B9" w:rsidP="00AA6B66">
      <w:proofErr w:type="gramStart"/>
      <w:r w:rsidRPr="00F90EE8">
        <w:t>p</w:t>
      </w:r>
      <w:r w:rsidR="0089176D" w:rsidRPr="00F90EE8">
        <w:t>our</w:t>
      </w:r>
      <w:proofErr w:type="gramEnd"/>
      <w:r w:rsidR="0089176D" w:rsidRPr="00F90EE8">
        <w:t xml:space="preserve"> le</w:t>
      </w:r>
      <w:r w:rsidR="00D41943" w:rsidRPr="00F90EE8">
        <w:t xml:space="preserve"> </w:t>
      </w:r>
      <w:r w:rsidR="0089176D" w:rsidRPr="00F90EE8">
        <w:t>site suivant </w:t>
      </w:r>
      <w:r w:rsidR="0089176D" w:rsidRPr="00D301BE">
        <w:rPr>
          <w:b/>
          <w:u w:val="single"/>
        </w:rPr>
        <w:t>dont la visite</w:t>
      </w:r>
      <w:r w:rsidRPr="00D301BE">
        <w:rPr>
          <w:b/>
          <w:u w:val="single"/>
        </w:rPr>
        <w:t xml:space="preserve"> </w:t>
      </w:r>
      <w:r w:rsidR="0089176D" w:rsidRPr="00D301BE">
        <w:rPr>
          <w:b/>
          <w:u w:val="single"/>
        </w:rPr>
        <w:t>est</w:t>
      </w:r>
      <w:r w:rsidR="00D41943" w:rsidRPr="00D301BE">
        <w:rPr>
          <w:b/>
          <w:u w:val="single"/>
        </w:rPr>
        <w:t xml:space="preserve"> </w:t>
      </w:r>
      <w:r w:rsidR="0089176D" w:rsidRPr="00D301BE">
        <w:rPr>
          <w:b/>
          <w:u w:val="single"/>
        </w:rPr>
        <w:t>obligatoire</w:t>
      </w:r>
      <w:r w:rsidRPr="00F90EE8">
        <w:t xml:space="preserve"> : </w:t>
      </w:r>
    </w:p>
    <w:p w14:paraId="6063BE52" w14:textId="58A4048F" w:rsidR="007B5D79" w:rsidRPr="00F90EE8" w:rsidRDefault="007B5D79" w:rsidP="00AA6B66"/>
    <w:p w14:paraId="246AFEF5" w14:textId="7675E8D7" w:rsidR="00E547E7" w:rsidRPr="00231F09" w:rsidRDefault="00FB21DA" w:rsidP="00AA6B66">
      <w:sdt>
        <w:sdtPr>
          <w:id w:val="1960915885"/>
          <w14:checkbox>
            <w14:checked w14:val="0"/>
            <w14:checkedState w14:val="2612" w14:font="MS Gothic"/>
            <w14:uncheckedState w14:val="2610" w14:font="MS Gothic"/>
          </w14:checkbox>
        </w:sdtPr>
        <w:sdtEndPr/>
        <w:sdtContent>
          <w:r w:rsidR="00E547E7" w:rsidRPr="005846F1">
            <w:rPr>
              <w:rFonts w:ascii="MS Gothic" w:eastAsia="MS Gothic" w:hAnsi="MS Gothic" w:hint="eastAsia"/>
            </w:rPr>
            <w:t>☐</w:t>
          </w:r>
        </w:sdtContent>
      </w:sdt>
      <w:r w:rsidR="00E547E7" w:rsidRPr="005846F1">
        <w:t xml:space="preserve"> </w:t>
      </w:r>
      <w:r w:rsidR="00216D08" w:rsidRPr="005846F1">
        <w:t>Hôtel de Cassini</w:t>
      </w:r>
      <w:r w:rsidR="00F61231" w:rsidRPr="005846F1">
        <w:t xml:space="preserve"> sis</w:t>
      </w:r>
      <w:r w:rsidR="005A1D8F" w:rsidRPr="005846F1">
        <w:t xml:space="preserve"> </w:t>
      </w:r>
      <w:r w:rsidR="00216D08" w:rsidRPr="005846F1">
        <w:t>32 rue de Babylone</w:t>
      </w:r>
      <w:r w:rsidR="0069038E" w:rsidRPr="005846F1">
        <w:t xml:space="preserve"> </w:t>
      </w:r>
      <w:r w:rsidR="00216D08" w:rsidRPr="005846F1">
        <w:t>– 75007</w:t>
      </w:r>
      <w:r w:rsidR="005A1D8F" w:rsidRPr="005846F1">
        <w:t xml:space="preserve"> PARIS.</w:t>
      </w:r>
    </w:p>
    <w:p w14:paraId="2C977AEB" w14:textId="34E499AB" w:rsidR="00E547E7" w:rsidRDefault="00E547E7" w:rsidP="00AA6B66">
      <w:pPr>
        <w:rPr>
          <w:lang w:eastAsia="fr-FR"/>
        </w:rPr>
      </w:pPr>
    </w:p>
    <w:p w14:paraId="4A80349E" w14:textId="524A2ED9" w:rsidR="0089176D" w:rsidRDefault="00597207" w:rsidP="00AA6B66">
      <w:r w:rsidRPr="00597207">
        <w:rPr>
          <w:lang w:eastAsia="fr-FR"/>
        </w:rPr>
        <w:t xml:space="preserve">À Paris, le </w:t>
      </w:r>
      <w:r w:rsidRPr="00597207">
        <w:t>…………………………………………………….</w:t>
      </w:r>
    </w:p>
    <w:p w14:paraId="51D0919D" w14:textId="0A474A39" w:rsidR="008A3F5E" w:rsidRDefault="008A3F5E" w:rsidP="00AA6B66"/>
    <w:tbl>
      <w:tblPr>
        <w:tblStyle w:val="Grilledutableau"/>
        <w:tblW w:w="5000" w:type="pct"/>
        <w:tblLook w:val="04A0" w:firstRow="1" w:lastRow="0" w:firstColumn="1" w:lastColumn="0" w:noHBand="0" w:noVBand="1"/>
      </w:tblPr>
      <w:tblGrid>
        <w:gridCol w:w="4927"/>
        <w:gridCol w:w="4927"/>
      </w:tblGrid>
      <w:tr w:rsidR="00C30DF7" w14:paraId="4C2B0422" w14:textId="77777777" w:rsidTr="00D301BE">
        <w:tc>
          <w:tcPr>
            <w:tcW w:w="2500" w:type="pct"/>
          </w:tcPr>
          <w:p w14:paraId="42C6C8EF" w14:textId="6DB37A6A" w:rsidR="00C30DF7" w:rsidRPr="00F61231" w:rsidRDefault="001E0515" w:rsidP="00F61231">
            <w:pPr>
              <w:jc w:val="center"/>
              <w:rPr>
                <w:b/>
              </w:rPr>
            </w:pPr>
            <w:r w:rsidRPr="00F61231">
              <w:rPr>
                <w:b/>
              </w:rPr>
              <w:t>Signature du r</w:t>
            </w:r>
            <w:r w:rsidR="00C30DF7" w:rsidRPr="00F61231">
              <w:rPr>
                <w:b/>
              </w:rPr>
              <w:t>eprésentant de l’administration</w:t>
            </w:r>
          </w:p>
          <w:p w14:paraId="29E6040C" w14:textId="2B7FB2DE" w:rsidR="00C30DF7" w:rsidRPr="00F61231" w:rsidRDefault="00C30DF7" w:rsidP="00F61231">
            <w:pPr>
              <w:jc w:val="center"/>
              <w:rPr>
                <w:b/>
              </w:rPr>
            </w:pPr>
            <w:r w:rsidRPr="00F61231">
              <w:rPr>
                <w:b/>
              </w:rPr>
              <w:t>Nom, Prénom, Fonction</w:t>
            </w:r>
          </w:p>
        </w:tc>
        <w:tc>
          <w:tcPr>
            <w:tcW w:w="2500" w:type="pct"/>
          </w:tcPr>
          <w:p w14:paraId="337E23AC" w14:textId="1203BCE5" w:rsidR="00C30DF7" w:rsidRPr="00F61231" w:rsidRDefault="001E0515" w:rsidP="00F61231">
            <w:pPr>
              <w:jc w:val="center"/>
              <w:rPr>
                <w:b/>
              </w:rPr>
            </w:pPr>
            <w:r w:rsidRPr="00F61231">
              <w:rPr>
                <w:b/>
              </w:rPr>
              <w:t>Signature du r</w:t>
            </w:r>
            <w:r w:rsidR="00C30DF7" w:rsidRPr="00F61231">
              <w:rPr>
                <w:b/>
              </w:rPr>
              <w:t xml:space="preserve">eprésentant </w:t>
            </w:r>
            <w:r w:rsidRPr="00F61231">
              <w:rPr>
                <w:b/>
              </w:rPr>
              <w:t>de la société</w:t>
            </w:r>
          </w:p>
          <w:p w14:paraId="34725577" w14:textId="77777777" w:rsidR="00D301BE" w:rsidRPr="00F61231" w:rsidRDefault="00D301BE" w:rsidP="00F61231">
            <w:pPr>
              <w:jc w:val="center"/>
              <w:rPr>
                <w:b/>
                <w:sz w:val="8"/>
                <w:szCs w:val="8"/>
              </w:rPr>
            </w:pPr>
          </w:p>
          <w:p w14:paraId="78360A03" w14:textId="482D0FE9" w:rsidR="00C30DF7" w:rsidRPr="00F61231" w:rsidRDefault="00C30DF7" w:rsidP="00F61231">
            <w:pPr>
              <w:jc w:val="center"/>
              <w:rPr>
                <w:b/>
              </w:rPr>
            </w:pPr>
            <w:r w:rsidRPr="00F61231">
              <w:rPr>
                <w:b/>
              </w:rPr>
              <w:t>Nom, Prénom, Fonction</w:t>
            </w:r>
          </w:p>
        </w:tc>
      </w:tr>
      <w:tr w:rsidR="00C30DF7" w14:paraId="75C15369" w14:textId="77777777" w:rsidTr="00943FF4">
        <w:trPr>
          <w:trHeight w:val="1387"/>
        </w:trPr>
        <w:tc>
          <w:tcPr>
            <w:tcW w:w="2500" w:type="pct"/>
          </w:tcPr>
          <w:p w14:paraId="294A6DAF" w14:textId="7323554F" w:rsidR="008B3C64" w:rsidRDefault="008B3C64" w:rsidP="00AA6B66"/>
        </w:tc>
        <w:tc>
          <w:tcPr>
            <w:tcW w:w="2500" w:type="pct"/>
          </w:tcPr>
          <w:p w14:paraId="275EAA8B" w14:textId="77777777" w:rsidR="00C30DF7" w:rsidRDefault="00C30DF7" w:rsidP="00AA6B66"/>
        </w:tc>
      </w:tr>
    </w:tbl>
    <w:p w14:paraId="4F4535C5" w14:textId="65A01E97" w:rsidR="00071838" w:rsidRDefault="00071838" w:rsidP="0089176D"/>
    <w:p w14:paraId="148B3AA4" w14:textId="77777777" w:rsidR="00F61231" w:rsidRDefault="00F61231" w:rsidP="0089176D"/>
    <w:sectPr w:rsidR="00F61231" w:rsidSect="00597207">
      <w:footerReference w:type="default" r:id="rId10"/>
      <w:headerReference w:type="first" r:id="rId11"/>
      <w:footerReference w:type="first" r:id="rId12"/>
      <w:pgSz w:w="11906" w:h="16838"/>
      <w:pgMar w:top="1418" w:right="1134" w:bottom="1418" w:left="1134"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1FA46" w14:textId="77777777" w:rsidR="00272A41" w:rsidRDefault="00272A41" w:rsidP="00AA6B66">
      <w:r>
        <w:separator/>
      </w:r>
    </w:p>
    <w:p w14:paraId="5542D729" w14:textId="77777777" w:rsidR="00DB37BC" w:rsidRDefault="00DB37BC" w:rsidP="00AA6B66"/>
    <w:p w14:paraId="550C10F6" w14:textId="77777777" w:rsidR="00DB37BC" w:rsidRDefault="00DB37BC" w:rsidP="00AA6B66"/>
    <w:p w14:paraId="754A2C0B" w14:textId="77777777" w:rsidR="00DB37BC" w:rsidRDefault="00DB37BC" w:rsidP="00AA6B66"/>
    <w:p w14:paraId="7AEC5619" w14:textId="77777777" w:rsidR="00174195" w:rsidRDefault="00174195" w:rsidP="00AA6B66"/>
    <w:p w14:paraId="2EA0B192" w14:textId="77777777" w:rsidR="00174195" w:rsidRDefault="00174195" w:rsidP="00AA6B66"/>
    <w:p w14:paraId="11933CF9" w14:textId="77777777" w:rsidR="00174195" w:rsidRDefault="00174195" w:rsidP="00AA6B66"/>
    <w:p w14:paraId="32144A48" w14:textId="77777777" w:rsidR="00174195" w:rsidRDefault="00174195" w:rsidP="00AA6B66"/>
    <w:p w14:paraId="08FABEF7" w14:textId="77777777" w:rsidR="0064730B" w:rsidRDefault="0064730B" w:rsidP="00AA6B66"/>
    <w:p w14:paraId="506162B8" w14:textId="77777777" w:rsidR="0064730B" w:rsidRDefault="0064730B" w:rsidP="00AA6B66"/>
    <w:p w14:paraId="1A0C592E" w14:textId="77777777" w:rsidR="0064730B" w:rsidRDefault="0064730B" w:rsidP="00AA6B66"/>
    <w:p w14:paraId="61FFC944" w14:textId="77777777" w:rsidR="0064730B" w:rsidRDefault="0064730B" w:rsidP="00AA6B66"/>
    <w:p w14:paraId="1D32DE08" w14:textId="77777777" w:rsidR="0064730B" w:rsidRDefault="0064730B" w:rsidP="00AA6B66"/>
    <w:p w14:paraId="0884F604" w14:textId="77777777" w:rsidR="0064730B" w:rsidRDefault="0064730B" w:rsidP="00AA6B66"/>
    <w:p w14:paraId="636C0692" w14:textId="77777777" w:rsidR="00D84359" w:rsidRDefault="00D84359" w:rsidP="00AA6B66"/>
    <w:p w14:paraId="7F919D69" w14:textId="77777777" w:rsidR="00D84359" w:rsidRDefault="00D84359" w:rsidP="00AA6B66"/>
    <w:p w14:paraId="35294D14" w14:textId="77777777" w:rsidR="00D84359" w:rsidRDefault="00D84359" w:rsidP="00AA6B66"/>
    <w:p w14:paraId="646FFC86" w14:textId="77777777" w:rsidR="00D84359" w:rsidRDefault="00D84359" w:rsidP="00AA6B66"/>
    <w:p w14:paraId="167F7357" w14:textId="77777777" w:rsidR="00066F84" w:rsidRDefault="00066F84" w:rsidP="00AA6B66"/>
    <w:p w14:paraId="1CEFEC5A" w14:textId="77777777" w:rsidR="005D267E" w:rsidRDefault="005D267E"/>
  </w:endnote>
  <w:endnote w:type="continuationSeparator" w:id="0">
    <w:p w14:paraId="404B4D16" w14:textId="77777777" w:rsidR="00272A41" w:rsidRDefault="00272A41" w:rsidP="00AA6B66">
      <w:r>
        <w:continuationSeparator/>
      </w:r>
    </w:p>
    <w:p w14:paraId="1C5F2884" w14:textId="77777777" w:rsidR="00DB37BC" w:rsidRDefault="00DB37BC" w:rsidP="00AA6B66"/>
    <w:p w14:paraId="277B6890" w14:textId="77777777" w:rsidR="00DB37BC" w:rsidRDefault="00DB37BC" w:rsidP="00AA6B66"/>
    <w:p w14:paraId="30CE031E" w14:textId="77777777" w:rsidR="00DB37BC" w:rsidRDefault="00DB37BC" w:rsidP="00AA6B66"/>
    <w:p w14:paraId="5721F7EC" w14:textId="77777777" w:rsidR="00174195" w:rsidRDefault="00174195" w:rsidP="00AA6B66"/>
    <w:p w14:paraId="7B38A08E" w14:textId="77777777" w:rsidR="00174195" w:rsidRDefault="00174195" w:rsidP="00AA6B66"/>
    <w:p w14:paraId="41FD8AA4" w14:textId="77777777" w:rsidR="00174195" w:rsidRDefault="00174195" w:rsidP="00AA6B66"/>
    <w:p w14:paraId="5581D4CE" w14:textId="77777777" w:rsidR="00174195" w:rsidRDefault="00174195" w:rsidP="00AA6B66"/>
    <w:p w14:paraId="10A65B83" w14:textId="77777777" w:rsidR="0064730B" w:rsidRDefault="0064730B" w:rsidP="00AA6B66"/>
    <w:p w14:paraId="43F9FB80" w14:textId="77777777" w:rsidR="0064730B" w:rsidRDefault="0064730B" w:rsidP="00AA6B66"/>
    <w:p w14:paraId="564DB089" w14:textId="77777777" w:rsidR="0064730B" w:rsidRDefault="0064730B" w:rsidP="00AA6B66"/>
    <w:p w14:paraId="070E23CC" w14:textId="77777777" w:rsidR="0064730B" w:rsidRDefault="0064730B" w:rsidP="00AA6B66"/>
    <w:p w14:paraId="1259CC6F" w14:textId="77777777" w:rsidR="0064730B" w:rsidRDefault="0064730B" w:rsidP="00AA6B66"/>
    <w:p w14:paraId="50B12756" w14:textId="77777777" w:rsidR="0064730B" w:rsidRDefault="0064730B" w:rsidP="00AA6B66"/>
    <w:p w14:paraId="7B97F3FF" w14:textId="77777777" w:rsidR="00D84359" w:rsidRDefault="00D84359" w:rsidP="00AA6B66"/>
    <w:p w14:paraId="0290DC9E" w14:textId="77777777" w:rsidR="00D84359" w:rsidRDefault="00D84359" w:rsidP="00AA6B66"/>
    <w:p w14:paraId="614C9838" w14:textId="77777777" w:rsidR="00D84359" w:rsidRDefault="00D84359" w:rsidP="00AA6B66"/>
    <w:p w14:paraId="156AB8CA" w14:textId="77777777" w:rsidR="00D84359" w:rsidRDefault="00D84359" w:rsidP="00AA6B66"/>
    <w:p w14:paraId="10C3EE52" w14:textId="77777777" w:rsidR="00066F84" w:rsidRDefault="00066F84" w:rsidP="00AA6B66"/>
    <w:p w14:paraId="13573B22" w14:textId="77777777" w:rsidR="005D267E" w:rsidRDefault="005D2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3E54" w14:textId="77777777" w:rsidR="00D301BE" w:rsidRPr="00F06833" w:rsidRDefault="00D301BE" w:rsidP="00D301BE">
    <w:pPr>
      <w:pStyle w:val="Pieddepage"/>
      <w:jc w:val="center"/>
      <w:rPr>
        <w:rFonts w:cs="Arial"/>
        <w:sz w:val="20"/>
        <w:szCs w:val="20"/>
      </w:rPr>
    </w:pPr>
  </w:p>
  <w:p w14:paraId="66DBBA86" w14:textId="04EC0A84" w:rsidR="005D267E" w:rsidRPr="00F61231" w:rsidRDefault="00D301BE" w:rsidP="00F61231">
    <w:pPr>
      <w:pStyle w:val="Pieddepage"/>
      <w:pBdr>
        <w:top w:val="single" w:sz="2" w:space="3" w:color="000000"/>
        <w:left w:val="single" w:sz="2" w:space="3" w:color="000000"/>
        <w:bottom w:val="single" w:sz="2" w:space="3" w:color="000000"/>
        <w:right w:val="single" w:sz="2" w:space="3" w:color="000000"/>
      </w:pBdr>
      <w:jc w:val="center"/>
      <w:rPr>
        <w:sz w:val="20"/>
      </w:rPr>
    </w:pPr>
    <w:r>
      <w:rPr>
        <w:sz w:val="20"/>
        <w:szCs w:val="20"/>
      </w:rPr>
      <w:t>Attestation de visite</w:t>
    </w:r>
    <w:r>
      <w:rPr>
        <w:sz w:val="20"/>
        <w:szCs w:val="20"/>
      </w:rPr>
      <w:tab/>
    </w:r>
    <w:r w:rsidR="00216D08" w:rsidRPr="00216D08">
      <w:rPr>
        <w:sz w:val="20"/>
        <w:szCs w:val="20"/>
      </w:rPr>
      <w:t>19_BAM_213</w:t>
    </w:r>
    <w:r w:rsidRPr="00F06833">
      <w:rPr>
        <w:sz w:val="20"/>
        <w:szCs w:val="20"/>
      </w:rPr>
      <w:tab/>
      <w:t xml:space="preserve">Page </w:t>
    </w:r>
    <w:r w:rsidRPr="00F06833">
      <w:rPr>
        <w:sz w:val="20"/>
        <w:szCs w:val="20"/>
      </w:rPr>
      <w:fldChar w:fldCharType="begin"/>
    </w:r>
    <w:r w:rsidRPr="00F06833">
      <w:rPr>
        <w:sz w:val="20"/>
        <w:szCs w:val="20"/>
      </w:rPr>
      <w:instrText xml:space="preserve"> PAGE </w:instrText>
    </w:r>
    <w:r w:rsidRPr="00F06833">
      <w:rPr>
        <w:sz w:val="20"/>
        <w:szCs w:val="20"/>
      </w:rPr>
      <w:fldChar w:fldCharType="separate"/>
    </w:r>
    <w:r w:rsidR="00F61231">
      <w:rPr>
        <w:noProof/>
        <w:sz w:val="20"/>
        <w:szCs w:val="20"/>
      </w:rPr>
      <w:t>2</w:t>
    </w:r>
    <w:r w:rsidRPr="00F06833">
      <w:rPr>
        <w:sz w:val="20"/>
        <w:szCs w:val="20"/>
      </w:rPr>
      <w:fldChar w:fldCharType="end"/>
    </w:r>
    <w:r w:rsidRPr="00F06833">
      <w:rPr>
        <w:sz w:val="20"/>
        <w:szCs w:val="20"/>
      </w:rPr>
      <w:t xml:space="preserve"> sur </w:t>
    </w:r>
    <w:r w:rsidRPr="00F06833">
      <w:rPr>
        <w:sz w:val="20"/>
        <w:szCs w:val="20"/>
      </w:rPr>
      <w:fldChar w:fldCharType="begin"/>
    </w:r>
    <w:r w:rsidRPr="00F06833">
      <w:rPr>
        <w:sz w:val="20"/>
        <w:szCs w:val="20"/>
      </w:rPr>
      <w:instrText xml:space="preserve"> NUMPAGES </w:instrText>
    </w:r>
    <w:r w:rsidRPr="00F06833">
      <w:rPr>
        <w:sz w:val="20"/>
        <w:szCs w:val="20"/>
      </w:rPr>
      <w:fldChar w:fldCharType="separate"/>
    </w:r>
    <w:r w:rsidR="00F61231">
      <w:rPr>
        <w:noProof/>
        <w:sz w:val="20"/>
        <w:szCs w:val="20"/>
      </w:rPr>
      <w:t>2</w:t>
    </w:r>
    <w:r w:rsidRPr="00F06833">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80A1D" w14:textId="77777777" w:rsidR="00824A38" w:rsidRPr="00F06833" w:rsidRDefault="00824A38" w:rsidP="00824A38">
    <w:pPr>
      <w:pStyle w:val="Pieddepage"/>
      <w:jc w:val="center"/>
      <w:rPr>
        <w:rFonts w:cs="Arial"/>
        <w:sz w:val="20"/>
        <w:szCs w:val="20"/>
      </w:rPr>
    </w:pPr>
  </w:p>
  <w:p w14:paraId="5F515C7C" w14:textId="42989B1D" w:rsidR="005D267E" w:rsidRPr="00F61231" w:rsidRDefault="00824A38" w:rsidP="00F61231">
    <w:pPr>
      <w:pStyle w:val="Pieddepage"/>
      <w:pBdr>
        <w:top w:val="single" w:sz="2" w:space="3" w:color="000000"/>
        <w:left w:val="single" w:sz="2" w:space="3" w:color="000000"/>
        <w:bottom w:val="single" w:sz="2" w:space="3" w:color="000000"/>
        <w:right w:val="single" w:sz="2" w:space="3" w:color="000000"/>
      </w:pBdr>
      <w:jc w:val="center"/>
      <w:rPr>
        <w:sz w:val="20"/>
      </w:rPr>
    </w:pPr>
    <w:r w:rsidRPr="00216D08">
      <w:rPr>
        <w:sz w:val="20"/>
        <w:szCs w:val="20"/>
      </w:rPr>
      <w:t>Attestation de visite</w:t>
    </w:r>
    <w:r w:rsidRPr="00216D08">
      <w:rPr>
        <w:sz w:val="20"/>
        <w:szCs w:val="20"/>
      </w:rPr>
      <w:tab/>
    </w:r>
    <w:r w:rsidR="00216D08" w:rsidRPr="00216D08">
      <w:rPr>
        <w:sz w:val="20"/>
        <w:szCs w:val="20"/>
      </w:rPr>
      <w:t>19_BAM_213</w:t>
    </w:r>
    <w:r w:rsidRPr="00F06833">
      <w:rPr>
        <w:sz w:val="20"/>
        <w:szCs w:val="20"/>
      </w:rPr>
      <w:tab/>
      <w:t xml:space="preserve">Page </w:t>
    </w:r>
    <w:r w:rsidRPr="00F06833">
      <w:rPr>
        <w:sz w:val="20"/>
        <w:szCs w:val="20"/>
      </w:rPr>
      <w:fldChar w:fldCharType="begin"/>
    </w:r>
    <w:r w:rsidRPr="00F06833">
      <w:rPr>
        <w:sz w:val="20"/>
        <w:szCs w:val="20"/>
      </w:rPr>
      <w:instrText xml:space="preserve"> PAGE </w:instrText>
    </w:r>
    <w:r w:rsidRPr="00F06833">
      <w:rPr>
        <w:sz w:val="20"/>
        <w:szCs w:val="20"/>
      </w:rPr>
      <w:fldChar w:fldCharType="separate"/>
    </w:r>
    <w:r w:rsidR="00F226C6">
      <w:rPr>
        <w:noProof/>
        <w:sz w:val="20"/>
        <w:szCs w:val="20"/>
      </w:rPr>
      <w:t>1</w:t>
    </w:r>
    <w:r w:rsidRPr="00F06833">
      <w:rPr>
        <w:sz w:val="20"/>
        <w:szCs w:val="20"/>
      </w:rPr>
      <w:fldChar w:fldCharType="end"/>
    </w:r>
    <w:r w:rsidRPr="00F06833">
      <w:rPr>
        <w:sz w:val="20"/>
        <w:szCs w:val="20"/>
      </w:rPr>
      <w:t xml:space="preserve"> sur </w:t>
    </w:r>
    <w:r w:rsidRPr="00F06833">
      <w:rPr>
        <w:sz w:val="20"/>
        <w:szCs w:val="20"/>
      </w:rPr>
      <w:fldChar w:fldCharType="begin"/>
    </w:r>
    <w:r w:rsidRPr="00F06833">
      <w:rPr>
        <w:sz w:val="20"/>
        <w:szCs w:val="20"/>
      </w:rPr>
      <w:instrText xml:space="preserve"> NUMPAGES </w:instrText>
    </w:r>
    <w:r w:rsidRPr="00F06833">
      <w:rPr>
        <w:sz w:val="20"/>
        <w:szCs w:val="20"/>
      </w:rPr>
      <w:fldChar w:fldCharType="separate"/>
    </w:r>
    <w:r w:rsidR="00F226C6">
      <w:rPr>
        <w:noProof/>
        <w:sz w:val="20"/>
        <w:szCs w:val="20"/>
      </w:rPr>
      <w:t>1</w:t>
    </w:r>
    <w:r w:rsidRPr="00F06833">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78692" w14:textId="77777777" w:rsidR="00272A41" w:rsidRDefault="00272A41" w:rsidP="00AA6B66">
      <w:r>
        <w:separator/>
      </w:r>
    </w:p>
    <w:p w14:paraId="0DD32C9A" w14:textId="77777777" w:rsidR="00DB37BC" w:rsidRDefault="00DB37BC" w:rsidP="00AA6B66"/>
    <w:p w14:paraId="1140B045" w14:textId="77777777" w:rsidR="00DB37BC" w:rsidRDefault="00DB37BC" w:rsidP="00AA6B66"/>
    <w:p w14:paraId="01A98990" w14:textId="77777777" w:rsidR="00DB37BC" w:rsidRDefault="00DB37BC" w:rsidP="00AA6B66"/>
    <w:p w14:paraId="38A2DBC5" w14:textId="77777777" w:rsidR="00174195" w:rsidRDefault="00174195" w:rsidP="00AA6B66"/>
    <w:p w14:paraId="319BCEDA" w14:textId="77777777" w:rsidR="00174195" w:rsidRDefault="00174195" w:rsidP="00AA6B66"/>
    <w:p w14:paraId="35309C92" w14:textId="77777777" w:rsidR="00174195" w:rsidRDefault="00174195" w:rsidP="00AA6B66"/>
    <w:p w14:paraId="7DDEDDD0" w14:textId="77777777" w:rsidR="00174195" w:rsidRDefault="00174195" w:rsidP="00AA6B66"/>
    <w:p w14:paraId="5BEBF35A" w14:textId="77777777" w:rsidR="0064730B" w:rsidRDefault="0064730B" w:rsidP="00AA6B66"/>
    <w:p w14:paraId="3C549200" w14:textId="77777777" w:rsidR="0064730B" w:rsidRDefault="0064730B" w:rsidP="00AA6B66"/>
    <w:p w14:paraId="46F7D2FD" w14:textId="77777777" w:rsidR="0064730B" w:rsidRDefault="0064730B" w:rsidP="00AA6B66"/>
    <w:p w14:paraId="735D5FE5" w14:textId="77777777" w:rsidR="0064730B" w:rsidRDefault="0064730B" w:rsidP="00AA6B66"/>
    <w:p w14:paraId="63C426A3" w14:textId="77777777" w:rsidR="0064730B" w:rsidRDefault="0064730B" w:rsidP="00AA6B66"/>
    <w:p w14:paraId="6A3386A6" w14:textId="77777777" w:rsidR="0064730B" w:rsidRDefault="0064730B" w:rsidP="00AA6B66"/>
    <w:p w14:paraId="1CE78332" w14:textId="77777777" w:rsidR="00D84359" w:rsidRDefault="00D84359" w:rsidP="00AA6B66"/>
    <w:p w14:paraId="1E5E4726" w14:textId="77777777" w:rsidR="00D84359" w:rsidRDefault="00D84359" w:rsidP="00AA6B66"/>
    <w:p w14:paraId="53F6363E" w14:textId="77777777" w:rsidR="00D84359" w:rsidRDefault="00D84359" w:rsidP="00AA6B66"/>
    <w:p w14:paraId="79698527" w14:textId="77777777" w:rsidR="00D84359" w:rsidRDefault="00D84359" w:rsidP="00AA6B66"/>
    <w:p w14:paraId="18BAADE9" w14:textId="77777777" w:rsidR="00066F84" w:rsidRDefault="00066F84" w:rsidP="00AA6B66"/>
    <w:p w14:paraId="10419E22" w14:textId="77777777" w:rsidR="005D267E" w:rsidRDefault="005D267E"/>
  </w:footnote>
  <w:footnote w:type="continuationSeparator" w:id="0">
    <w:p w14:paraId="19B25134" w14:textId="77777777" w:rsidR="00272A41" w:rsidRDefault="00272A41" w:rsidP="00AA6B66">
      <w:r>
        <w:continuationSeparator/>
      </w:r>
    </w:p>
    <w:p w14:paraId="4BA8270D" w14:textId="77777777" w:rsidR="00DB37BC" w:rsidRDefault="00DB37BC" w:rsidP="00AA6B66"/>
    <w:p w14:paraId="006AA7E1" w14:textId="77777777" w:rsidR="00DB37BC" w:rsidRDefault="00DB37BC" w:rsidP="00AA6B66"/>
    <w:p w14:paraId="23DBBE85" w14:textId="77777777" w:rsidR="00DB37BC" w:rsidRDefault="00DB37BC" w:rsidP="00AA6B66"/>
    <w:p w14:paraId="0726FB37" w14:textId="77777777" w:rsidR="00174195" w:rsidRDefault="00174195" w:rsidP="00AA6B66"/>
    <w:p w14:paraId="78096E94" w14:textId="77777777" w:rsidR="00174195" w:rsidRDefault="00174195" w:rsidP="00AA6B66"/>
    <w:p w14:paraId="59109FA5" w14:textId="77777777" w:rsidR="00174195" w:rsidRDefault="00174195" w:rsidP="00AA6B66"/>
    <w:p w14:paraId="1148A248" w14:textId="77777777" w:rsidR="00174195" w:rsidRDefault="00174195" w:rsidP="00AA6B66"/>
    <w:p w14:paraId="2735BA1F" w14:textId="77777777" w:rsidR="0064730B" w:rsidRDefault="0064730B" w:rsidP="00AA6B66"/>
    <w:p w14:paraId="146F49C7" w14:textId="77777777" w:rsidR="0064730B" w:rsidRDefault="0064730B" w:rsidP="00AA6B66"/>
    <w:p w14:paraId="4722C204" w14:textId="77777777" w:rsidR="0064730B" w:rsidRDefault="0064730B" w:rsidP="00AA6B66"/>
    <w:p w14:paraId="6C5CB856" w14:textId="77777777" w:rsidR="0064730B" w:rsidRDefault="0064730B" w:rsidP="00AA6B66"/>
    <w:p w14:paraId="5BA789B5" w14:textId="77777777" w:rsidR="0064730B" w:rsidRDefault="0064730B" w:rsidP="00AA6B66"/>
    <w:p w14:paraId="709338E5" w14:textId="77777777" w:rsidR="0064730B" w:rsidRDefault="0064730B" w:rsidP="00AA6B66"/>
    <w:p w14:paraId="7A49E1F0" w14:textId="77777777" w:rsidR="00D84359" w:rsidRDefault="00D84359" w:rsidP="00AA6B66"/>
    <w:p w14:paraId="6E8FEF5F" w14:textId="77777777" w:rsidR="00D84359" w:rsidRDefault="00D84359" w:rsidP="00AA6B66"/>
    <w:p w14:paraId="335BD982" w14:textId="77777777" w:rsidR="00D84359" w:rsidRDefault="00D84359" w:rsidP="00AA6B66"/>
    <w:p w14:paraId="339B65CA" w14:textId="77777777" w:rsidR="00D84359" w:rsidRDefault="00D84359" w:rsidP="00AA6B66"/>
    <w:p w14:paraId="1D7E2FB7" w14:textId="77777777" w:rsidR="00066F84" w:rsidRDefault="00066F84" w:rsidP="00AA6B66"/>
    <w:p w14:paraId="05CBE975" w14:textId="77777777" w:rsidR="005D267E" w:rsidRDefault="005D26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0EBE0" w14:textId="77777777" w:rsidR="00824A38" w:rsidRDefault="00824A38" w:rsidP="00824A38">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1FA93091" wp14:editId="38B8EE56">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0555B756" w14:textId="77777777" w:rsidR="00824A38" w:rsidRDefault="00824A38" w:rsidP="00824A38">
    <w:pPr>
      <w:pStyle w:val="ServiceInfo-header"/>
      <w:tabs>
        <w:tab w:val="left" w:pos="1701"/>
        <w:tab w:val="left" w:pos="3261"/>
      </w:tabs>
      <w:ind w:left="426" w:firstLine="1701"/>
      <w:rPr>
        <w:rFonts w:ascii="Marianne" w:hAnsi="Marianne"/>
        <w:sz w:val="18"/>
        <w:lang w:val="fr-FR"/>
      </w:rPr>
    </w:pPr>
  </w:p>
  <w:p w14:paraId="4467123E" w14:textId="77777777" w:rsidR="00824A38" w:rsidRPr="002E576F" w:rsidRDefault="00824A38" w:rsidP="00824A38">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4133B09C" w14:textId="77777777" w:rsidR="00824A38" w:rsidRPr="002E576F" w:rsidRDefault="00824A38" w:rsidP="00824A38">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770B3393" w14:textId="77777777" w:rsidR="00824A38" w:rsidRDefault="00824A38" w:rsidP="00824A38">
    <w:pPr>
      <w:pStyle w:val="Corpsdetexte"/>
    </w:pPr>
  </w:p>
  <w:p w14:paraId="03C6859E" w14:textId="77777777" w:rsidR="00824A38" w:rsidRDefault="00824A38" w:rsidP="00824A38">
    <w:pPr>
      <w:pStyle w:val="Corpsdetexte"/>
    </w:pPr>
  </w:p>
  <w:p w14:paraId="778CF7DA" w14:textId="77777777" w:rsidR="005D267E" w:rsidRDefault="005D26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55452"/>
    <w:multiLevelType w:val="hybridMultilevel"/>
    <w:tmpl w:val="18B8CBBC"/>
    <w:lvl w:ilvl="0" w:tplc="F6DE57A2">
      <w:start w:val="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79197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EE6"/>
    <w:rsid w:val="00011F0E"/>
    <w:rsid w:val="00032FBF"/>
    <w:rsid w:val="00046233"/>
    <w:rsid w:val="00066F84"/>
    <w:rsid w:val="00071838"/>
    <w:rsid w:val="000914BB"/>
    <w:rsid w:val="001315F3"/>
    <w:rsid w:val="00174195"/>
    <w:rsid w:val="001C4479"/>
    <w:rsid w:val="001E0515"/>
    <w:rsid w:val="001E12BA"/>
    <w:rsid w:val="001F4F30"/>
    <w:rsid w:val="001F7031"/>
    <w:rsid w:val="00200EFD"/>
    <w:rsid w:val="00216D08"/>
    <w:rsid w:val="00231F09"/>
    <w:rsid w:val="00272A41"/>
    <w:rsid w:val="00275E3C"/>
    <w:rsid w:val="00283AA4"/>
    <w:rsid w:val="002D0205"/>
    <w:rsid w:val="00325183"/>
    <w:rsid w:val="003932B9"/>
    <w:rsid w:val="003A1160"/>
    <w:rsid w:val="003A73BC"/>
    <w:rsid w:val="00405FC9"/>
    <w:rsid w:val="004355E2"/>
    <w:rsid w:val="00440AEF"/>
    <w:rsid w:val="004E37D7"/>
    <w:rsid w:val="004F32A6"/>
    <w:rsid w:val="005336DC"/>
    <w:rsid w:val="005846F1"/>
    <w:rsid w:val="00597207"/>
    <w:rsid w:val="005A1D8F"/>
    <w:rsid w:val="005D267E"/>
    <w:rsid w:val="005E3437"/>
    <w:rsid w:val="00616EBA"/>
    <w:rsid w:val="0064730B"/>
    <w:rsid w:val="00675F7A"/>
    <w:rsid w:val="006769E9"/>
    <w:rsid w:val="0069038E"/>
    <w:rsid w:val="006E1E2C"/>
    <w:rsid w:val="00751EA2"/>
    <w:rsid w:val="00765B2A"/>
    <w:rsid w:val="00793D0D"/>
    <w:rsid w:val="007B5D79"/>
    <w:rsid w:val="007B5FA2"/>
    <w:rsid w:val="007D12C0"/>
    <w:rsid w:val="007D3FB3"/>
    <w:rsid w:val="007D5698"/>
    <w:rsid w:val="00824A38"/>
    <w:rsid w:val="00842CCC"/>
    <w:rsid w:val="0089176D"/>
    <w:rsid w:val="008A3F5E"/>
    <w:rsid w:val="008B3C64"/>
    <w:rsid w:val="008C0D1E"/>
    <w:rsid w:val="00936677"/>
    <w:rsid w:val="00943FF4"/>
    <w:rsid w:val="009D1EE6"/>
    <w:rsid w:val="00AA1556"/>
    <w:rsid w:val="00AA6B66"/>
    <w:rsid w:val="00AF391B"/>
    <w:rsid w:val="00B11DBC"/>
    <w:rsid w:val="00BD7E43"/>
    <w:rsid w:val="00C30DF7"/>
    <w:rsid w:val="00C96070"/>
    <w:rsid w:val="00CA54E6"/>
    <w:rsid w:val="00D301BE"/>
    <w:rsid w:val="00D41943"/>
    <w:rsid w:val="00D84359"/>
    <w:rsid w:val="00D85943"/>
    <w:rsid w:val="00D94433"/>
    <w:rsid w:val="00DA3322"/>
    <w:rsid w:val="00DB37BC"/>
    <w:rsid w:val="00DE424C"/>
    <w:rsid w:val="00DE7101"/>
    <w:rsid w:val="00E356A9"/>
    <w:rsid w:val="00E45E24"/>
    <w:rsid w:val="00E547E7"/>
    <w:rsid w:val="00E71EB8"/>
    <w:rsid w:val="00EE7994"/>
    <w:rsid w:val="00F226C6"/>
    <w:rsid w:val="00F61231"/>
    <w:rsid w:val="00F645B5"/>
    <w:rsid w:val="00F90EE8"/>
    <w:rsid w:val="00FB21DA"/>
    <w:rsid w:val="00FD233B"/>
    <w:rsid w:val="00FD40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F2201FA"/>
  <w15:docId w15:val="{703BC925-F2A1-483E-9CB5-48841E98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AA6B66"/>
    <w:pPr>
      <w:widowControl w:val="0"/>
      <w:spacing w:before="57" w:after="0" w:line="240" w:lineRule="auto"/>
      <w:jc w:val="both"/>
    </w:pPr>
    <w:rPr>
      <w:rFonts w:ascii="Marianne" w:eastAsia="Andale Sans UI" w:hAnsi="Marianne" w:cs="Calibri"/>
      <w:lang w:eastAsia="ar-SA"/>
    </w:rPr>
  </w:style>
  <w:style w:type="paragraph" w:styleId="Titre1">
    <w:name w:val="heading 1"/>
    <w:basedOn w:val="Normal"/>
    <w:next w:val="Corpsdetexte"/>
    <w:link w:val="Titre1Car"/>
    <w:qFormat/>
    <w:rsid w:val="00B11DBC"/>
    <w:pPr>
      <w:keepNext/>
      <w:outlineLvl w:val="0"/>
    </w:pPr>
    <w:rPr>
      <w:rFonts w:eastAsia="Times New Roman"/>
      <w:color w:val="808080"/>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11DBC"/>
    <w:rPr>
      <w:rFonts w:ascii="Times New Roman" w:eastAsia="Times New Roman" w:hAnsi="Times New Roman" w:cs="Tahoma"/>
      <w:color w:val="808080"/>
      <w:sz w:val="36"/>
      <w:szCs w:val="36"/>
      <w:lang w:val="de-DE" w:eastAsia="ja-JP" w:bidi="fa-IR"/>
    </w:rPr>
  </w:style>
  <w:style w:type="paragraph" w:styleId="Corpsdetexte">
    <w:name w:val="Body Text"/>
    <w:basedOn w:val="Normal"/>
    <w:link w:val="CorpsdetexteCar"/>
    <w:uiPriority w:val="99"/>
    <w:unhideWhenUsed/>
    <w:rsid w:val="00B11DBC"/>
    <w:pPr>
      <w:spacing w:after="120"/>
    </w:pPr>
  </w:style>
  <w:style w:type="character" w:customStyle="1" w:styleId="CorpsdetexteCar">
    <w:name w:val="Corps de texte Car"/>
    <w:basedOn w:val="Policepardfaut"/>
    <w:link w:val="Corpsdetexte"/>
    <w:uiPriority w:val="99"/>
    <w:rsid w:val="00B11DBC"/>
    <w:rPr>
      <w:rFonts w:ascii="Times New Roman" w:eastAsia="Andale Sans UI" w:hAnsi="Times New Roman" w:cs="Tahoma"/>
      <w:lang w:val="de-DE" w:eastAsia="ja-JP" w:bidi="fa-IR"/>
    </w:rPr>
  </w:style>
  <w:style w:type="paragraph" w:styleId="Textedebulles">
    <w:name w:val="Balloon Text"/>
    <w:basedOn w:val="Normal"/>
    <w:link w:val="TextedebullesCar"/>
    <w:uiPriority w:val="99"/>
    <w:semiHidden/>
    <w:unhideWhenUsed/>
    <w:rsid w:val="00B11DBC"/>
    <w:pPr>
      <w:spacing w:before="0"/>
    </w:pPr>
    <w:rPr>
      <w:rFonts w:ascii="Tahoma" w:hAnsi="Tahoma"/>
      <w:sz w:val="16"/>
      <w:szCs w:val="16"/>
    </w:rPr>
  </w:style>
  <w:style w:type="character" w:customStyle="1" w:styleId="TextedebullesCar">
    <w:name w:val="Texte de bulles Car"/>
    <w:basedOn w:val="Policepardfaut"/>
    <w:link w:val="Textedebulles"/>
    <w:uiPriority w:val="99"/>
    <w:semiHidden/>
    <w:rsid w:val="00B11DBC"/>
    <w:rPr>
      <w:rFonts w:ascii="Tahoma" w:eastAsia="Andale Sans UI" w:hAnsi="Tahoma" w:cs="Tahoma"/>
      <w:sz w:val="16"/>
      <w:szCs w:val="16"/>
      <w:lang w:val="de-DE" w:eastAsia="ja-JP" w:bidi="fa-IR"/>
    </w:rPr>
  </w:style>
  <w:style w:type="paragraph" w:customStyle="1" w:styleId="ServiceInfo-header">
    <w:name w:val="Service Info - header"/>
    <w:basedOn w:val="En-tte"/>
    <w:next w:val="Corpsdetexte"/>
    <w:link w:val="ServiceInfo-headerCar"/>
    <w:qFormat/>
    <w:rsid w:val="00283AA4"/>
    <w:pPr>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283AA4"/>
    <w:rPr>
      <w:rFonts w:ascii="Arial" w:eastAsia="Arial" w:hAnsi="Arial" w:cs="Arial"/>
      <w:b/>
      <w:bCs/>
      <w:sz w:val="24"/>
      <w:szCs w:val="24"/>
      <w:lang w:val="en-US" w:eastAsia="ja-JP" w:bidi="hi-IN"/>
    </w:rPr>
  </w:style>
  <w:style w:type="paragraph" w:styleId="En-tte">
    <w:name w:val="header"/>
    <w:basedOn w:val="Normal"/>
    <w:link w:val="En-tteCar"/>
    <w:uiPriority w:val="99"/>
    <w:unhideWhenUsed/>
    <w:rsid w:val="00283AA4"/>
    <w:pPr>
      <w:tabs>
        <w:tab w:val="center" w:pos="4536"/>
        <w:tab w:val="right" w:pos="9072"/>
      </w:tabs>
      <w:spacing w:before="0"/>
    </w:pPr>
  </w:style>
  <w:style w:type="character" w:customStyle="1" w:styleId="En-tteCar">
    <w:name w:val="En-tête Car"/>
    <w:basedOn w:val="Policepardfaut"/>
    <w:link w:val="En-tte"/>
    <w:uiPriority w:val="99"/>
    <w:rsid w:val="00283AA4"/>
    <w:rPr>
      <w:rFonts w:ascii="Times New Roman" w:eastAsia="Andale Sans UI" w:hAnsi="Times New Roman" w:cs="Tahoma"/>
      <w:lang w:val="de-DE" w:eastAsia="ja-JP" w:bidi="fa-IR"/>
    </w:rPr>
  </w:style>
  <w:style w:type="paragraph" w:styleId="Pieddepage">
    <w:name w:val="footer"/>
    <w:basedOn w:val="Normal"/>
    <w:link w:val="PieddepageCar"/>
    <w:uiPriority w:val="99"/>
    <w:unhideWhenUsed/>
    <w:rsid w:val="004355E2"/>
    <w:pPr>
      <w:tabs>
        <w:tab w:val="center" w:pos="4536"/>
        <w:tab w:val="right" w:pos="9072"/>
      </w:tabs>
      <w:spacing w:before="0"/>
    </w:pPr>
  </w:style>
  <w:style w:type="character" w:customStyle="1" w:styleId="PieddepageCar">
    <w:name w:val="Pied de page Car"/>
    <w:basedOn w:val="Policepardfaut"/>
    <w:link w:val="Pieddepage"/>
    <w:uiPriority w:val="99"/>
    <w:rsid w:val="004355E2"/>
    <w:rPr>
      <w:rFonts w:ascii="Times New Roman" w:eastAsia="Andale Sans UI" w:hAnsi="Times New Roman" w:cs="Tahoma"/>
      <w:lang w:val="de-DE" w:eastAsia="ja-JP" w:bidi="fa-IR"/>
    </w:rPr>
  </w:style>
  <w:style w:type="table" w:styleId="Grilledutableau">
    <w:name w:val="Table Grid"/>
    <w:basedOn w:val="TableauNormal"/>
    <w:uiPriority w:val="59"/>
    <w:rsid w:val="00393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C30DF7"/>
    <w:pPr>
      <w:widowControl w:val="0"/>
      <w:spacing w:after="0" w:line="240" w:lineRule="auto"/>
      <w:jc w:val="center"/>
    </w:pPr>
    <w:rPr>
      <w:rFonts w:ascii="Times New Roman" w:eastAsia="Andale Sans UI" w:hAnsi="Times New Roman" w:cs="Tahoma"/>
      <w:lang w:val="de-DE" w:eastAsia="ja-JP" w:bidi="fa-IR"/>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uiPriority w:val="34"/>
    <w:qFormat/>
    <w:rsid w:val="00E547E7"/>
    <w:pPr>
      <w:widowControl/>
      <w:spacing w:before="0" w:after="200" w:line="276" w:lineRule="auto"/>
      <w:ind w:left="720"/>
      <w:contextualSpacing/>
      <w:jc w:val="left"/>
    </w:pPr>
    <w:rPr>
      <w:rFonts w:asciiTheme="minorHAnsi" w:eastAsiaTheme="minorHAnsi" w:hAnsiTheme="minorHAnsi" w:cstheme="minorBidi"/>
      <w:lang w:eastAsia="en-US"/>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rsid w:val="00E54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76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eboucher\Downloads\Mod&#232;le_Attestation%20de%20visi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3" ma:contentTypeDescription="Crée un document." ma:contentTypeScope="" ma:versionID="b858815d34c93561c1843e202f91d21e">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88a2d7347abad7aae5d8393afd0c271"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3F572-D2EE-4129-98C4-34FB101426D4}">
  <ds:schemaRefs>
    <ds:schemaRef ds:uri="http://schemas.microsoft.com/sharepoint/v3/contenttype/forms"/>
  </ds:schemaRefs>
</ds:datastoreItem>
</file>

<file path=customXml/itemProps2.xml><?xml version="1.0" encoding="utf-8"?>
<ds:datastoreItem xmlns:ds="http://schemas.openxmlformats.org/officeDocument/2006/customXml" ds:itemID="{655BB842-D4D1-460E-8B46-4234E07A0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76B3C0-66D1-4F41-A4EA-EA9D9443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Modèle_Attestation de visite.dotx</Template>
  <TotalTime>76</TotalTime>
  <Pages>1</Pages>
  <Words>159</Words>
  <Characters>878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LEBOUCHER Christopher</dc:creator>
  <cp:lastModifiedBy>LEBOUCHER Christopher</cp:lastModifiedBy>
  <cp:revision>45</cp:revision>
  <cp:lastPrinted>2019-07-31T12:05:00Z</cp:lastPrinted>
  <dcterms:created xsi:type="dcterms:W3CDTF">2023-03-14T18:38:00Z</dcterms:created>
  <dcterms:modified xsi:type="dcterms:W3CDTF">2025-06-11T11:55:00Z</dcterms:modified>
</cp:coreProperties>
</file>